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74"/>
        <w:tblW w:w="0" w:type="auto"/>
        <w:tblLayout w:type="fixed"/>
        <w:tblLook w:val="00A0"/>
      </w:tblPr>
      <w:tblGrid>
        <w:gridCol w:w="3369"/>
        <w:gridCol w:w="6096"/>
      </w:tblGrid>
      <w:tr w:rsidR="00462B88" w:rsidRPr="00635626">
        <w:tc>
          <w:tcPr>
            <w:tcW w:w="3369" w:type="dxa"/>
          </w:tcPr>
          <w:p w:rsidR="00462B88" w:rsidRPr="00635626" w:rsidRDefault="00462B88" w:rsidP="00635626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:rsidR="00462B88" w:rsidRPr="00635626" w:rsidRDefault="00462B88" w:rsidP="006356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B88" w:rsidRPr="00635626" w:rsidRDefault="00462B88" w:rsidP="006356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Заведующему</w:t>
            </w:r>
            <w:r w:rsidRPr="00635626">
              <w:rPr>
                <w:rFonts w:ascii="Times New Roman" w:hAnsi="Times New Roman" w:cs="Times New Roman"/>
                <w:sz w:val="28"/>
                <w:szCs w:val="28"/>
              </w:rPr>
              <w:t xml:space="preserve"> МДОУ  «Ишеевский детский сад «Ромашка»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Трубачёвой Е.С.</w:t>
            </w:r>
          </w:p>
          <w:p w:rsidR="00462B88" w:rsidRPr="00635626" w:rsidRDefault="00462B88" w:rsidP="006356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626">
              <w:rPr>
                <w:rFonts w:ascii="Times New Roman" w:hAnsi="Times New Roman" w:cs="Times New Roman"/>
              </w:rPr>
              <w:t xml:space="preserve">  От________________________________________________________________________________________________________</w:t>
            </w:r>
          </w:p>
        </w:tc>
      </w:tr>
    </w:tbl>
    <w:p w:rsidR="00462B88" w:rsidRDefault="00462B88" w:rsidP="001C546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4743E6">
        <w:rPr>
          <w:rFonts w:ascii="Times New Roman" w:hAnsi="Times New Roman" w:cs="Times New Roman"/>
          <w:sz w:val="20"/>
          <w:szCs w:val="20"/>
        </w:rPr>
        <w:t xml:space="preserve"> (Ф.И.О.заявителя)</w:t>
      </w:r>
    </w:p>
    <w:tbl>
      <w:tblPr>
        <w:tblW w:w="0" w:type="auto"/>
        <w:tblInd w:w="-106" w:type="dxa"/>
        <w:tblLook w:val="00A0"/>
      </w:tblPr>
      <w:tblGrid>
        <w:gridCol w:w="3866"/>
        <w:gridCol w:w="6816"/>
      </w:tblGrid>
      <w:tr w:rsidR="00462B88" w:rsidRPr="00635626">
        <w:tc>
          <w:tcPr>
            <w:tcW w:w="5341" w:type="dxa"/>
          </w:tcPr>
          <w:p w:rsidR="00462B88" w:rsidRPr="00635626" w:rsidRDefault="00462B88" w:rsidP="0063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1" w:type="dxa"/>
          </w:tcPr>
          <w:p w:rsidR="00462B88" w:rsidRPr="00635626" w:rsidRDefault="00462B88" w:rsidP="006356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26">
              <w:rPr>
                <w:rFonts w:ascii="Times New Roman" w:hAnsi="Times New Roman" w:cs="Times New Roman"/>
                <w:sz w:val="24"/>
                <w:szCs w:val="24"/>
              </w:rPr>
              <w:t>Адрес регистрации_________________________________                                                    __________________________________________________</w:t>
            </w:r>
          </w:p>
          <w:p w:rsidR="00462B88" w:rsidRPr="00635626" w:rsidRDefault="00462B88" w:rsidP="006356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26">
              <w:rPr>
                <w:rFonts w:ascii="Times New Roman" w:hAnsi="Times New Roman" w:cs="Times New Roman"/>
                <w:sz w:val="24"/>
                <w:szCs w:val="24"/>
              </w:rPr>
              <w:t>Адрес проживания __________________________________</w:t>
            </w: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</w:t>
            </w:r>
          </w:p>
          <w:p w:rsidR="00462B88" w:rsidRPr="00635626" w:rsidRDefault="00462B88" w:rsidP="00635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B88" w:rsidRPr="00635626" w:rsidRDefault="00462B88" w:rsidP="00635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35626">
              <w:rPr>
                <w:rFonts w:ascii="Times New Roman" w:hAnsi="Times New Roman" w:cs="Times New Roman"/>
                <w:sz w:val="24"/>
                <w:szCs w:val="24"/>
              </w:rPr>
              <w:t>документ удостоверяющий личность)№,серия, дата выдачи, кем выдан)</w:t>
            </w:r>
          </w:p>
          <w:p w:rsidR="00462B88" w:rsidRPr="00635626" w:rsidRDefault="00462B88" w:rsidP="00635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</w:t>
            </w:r>
          </w:p>
          <w:p w:rsidR="00462B88" w:rsidRPr="00635626" w:rsidRDefault="00462B88" w:rsidP="006356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B88" w:rsidRPr="00635626" w:rsidRDefault="00462B88" w:rsidP="0063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  <w:p w:rsidR="00462B88" w:rsidRPr="00635626" w:rsidRDefault="00462B88" w:rsidP="0063562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B88" w:rsidRPr="00635626" w:rsidRDefault="00462B88" w:rsidP="0063562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5626">
              <w:rPr>
                <w:rFonts w:ascii="Times New Roman" w:hAnsi="Times New Roman" w:cs="Times New Roman"/>
                <w:sz w:val="24"/>
                <w:szCs w:val="24"/>
              </w:rPr>
              <w:t>(документ,подтверждающий статус законного представителя ребёнка)№,серия, дата выдачи, кем выдан)</w:t>
            </w:r>
          </w:p>
          <w:p w:rsidR="00462B88" w:rsidRPr="00635626" w:rsidRDefault="00462B88" w:rsidP="0063562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B88" w:rsidRPr="00635626" w:rsidRDefault="00462B88" w:rsidP="0063562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  <w:p w:rsidR="00462B88" w:rsidRPr="00635626" w:rsidRDefault="00462B88" w:rsidP="00635626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  <w:p w:rsidR="00462B88" w:rsidRPr="00635626" w:rsidRDefault="00462B88" w:rsidP="006356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B88" w:rsidRPr="00635626" w:rsidRDefault="00462B88" w:rsidP="006356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</w:t>
            </w:r>
          </w:p>
          <w:p w:rsidR="00462B88" w:rsidRPr="00635626" w:rsidRDefault="00462B88" w:rsidP="006356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5626">
              <w:rPr>
                <w:rFonts w:ascii="Times New Roman" w:hAnsi="Times New Roman" w:cs="Times New Roman"/>
                <w:sz w:val="20"/>
                <w:szCs w:val="20"/>
              </w:rPr>
              <w:t>Контактные телефоны</w:t>
            </w:r>
          </w:p>
          <w:p w:rsidR="00462B88" w:rsidRPr="00635626" w:rsidRDefault="00462B88" w:rsidP="00635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2B88" w:rsidRPr="004743E6" w:rsidRDefault="00462B88" w:rsidP="00BD5B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2B88" w:rsidRPr="004743E6" w:rsidRDefault="00462B88" w:rsidP="00BD5B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43E6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462B88" w:rsidRPr="004743E6" w:rsidRDefault="00462B88" w:rsidP="00553D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43E6">
        <w:rPr>
          <w:rFonts w:ascii="Times New Roman" w:hAnsi="Times New Roman" w:cs="Times New Roman"/>
          <w:sz w:val="28"/>
          <w:szCs w:val="28"/>
        </w:rPr>
        <w:t>Прошу принять моего ребёнка_______________________________________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62B88" w:rsidRDefault="00462B88" w:rsidP="00BD5B6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43E6">
        <w:rPr>
          <w:rFonts w:ascii="Times New Roman" w:hAnsi="Times New Roman" w:cs="Times New Roman"/>
          <w:sz w:val="20"/>
          <w:szCs w:val="20"/>
        </w:rPr>
        <w:t>(Ф.И.О.ребёнка)                  _________________________________________________________________________________________________________</w:t>
      </w:r>
    </w:p>
    <w:p w:rsidR="00462B88" w:rsidRPr="00BD5B64" w:rsidRDefault="00462B88" w:rsidP="00BD5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43E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462B88" w:rsidRPr="004743E6" w:rsidRDefault="00462B88" w:rsidP="00553D7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43E6">
        <w:rPr>
          <w:rFonts w:ascii="Times New Roman" w:hAnsi="Times New Roman" w:cs="Times New Roman"/>
          <w:sz w:val="20"/>
          <w:szCs w:val="20"/>
        </w:rPr>
        <w:t>(свидетельство о рождении(№, серия. дата выдачи,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743E6">
        <w:rPr>
          <w:rFonts w:ascii="Times New Roman" w:hAnsi="Times New Roman" w:cs="Times New Roman"/>
          <w:sz w:val="20"/>
          <w:szCs w:val="20"/>
        </w:rPr>
        <w:t>кем выдан)</w:t>
      </w:r>
    </w:p>
    <w:p w:rsidR="00462B88" w:rsidRPr="004743E6" w:rsidRDefault="00462B88" w:rsidP="00EB16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43E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:rsidR="00462B88" w:rsidRPr="004743E6" w:rsidRDefault="00462B88" w:rsidP="00EB16D5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743E6">
        <w:rPr>
          <w:rFonts w:ascii="Times New Roman" w:hAnsi="Times New Roman" w:cs="Times New Roman"/>
          <w:sz w:val="20"/>
          <w:szCs w:val="20"/>
        </w:rPr>
        <w:t>(дата и место рождения ребенка)</w:t>
      </w:r>
    </w:p>
    <w:p w:rsidR="00462B88" w:rsidRPr="004743E6" w:rsidRDefault="00462B88" w:rsidP="00EB16D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43E6">
        <w:rPr>
          <w:rFonts w:ascii="Times New Roman" w:hAnsi="Times New Roman" w:cs="Times New Roman"/>
          <w:sz w:val="20"/>
          <w:szCs w:val="20"/>
        </w:rPr>
        <w:t>(место регистрации ребёнка)</w:t>
      </w:r>
    </w:p>
    <w:p w:rsidR="00462B88" w:rsidRPr="004743E6" w:rsidRDefault="00462B88" w:rsidP="00EB16D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43E6">
        <w:rPr>
          <w:rFonts w:ascii="Times New Roman" w:hAnsi="Times New Roman" w:cs="Times New Roman"/>
          <w:sz w:val="20"/>
          <w:szCs w:val="20"/>
        </w:rPr>
        <w:t>(место проживания ребёнка)</w:t>
      </w: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 xml:space="preserve">В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дошкольное </w:t>
      </w:r>
      <w:r w:rsidRPr="004743E6">
        <w:rPr>
          <w:rFonts w:ascii="Times New Roman" w:hAnsi="Times New Roman" w:cs="Times New Roman"/>
          <w:sz w:val="24"/>
          <w:szCs w:val="24"/>
        </w:rPr>
        <w:t>общеобразовательное учреждение «Ишеевский детский сад «Ромашка»</w:t>
      </w:r>
      <w:r>
        <w:rPr>
          <w:rFonts w:ascii="Times New Roman" w:hAnsi="Times New Roman" w:cs="Times New Roman"/>
          <w:sz w:val="24"/>
          <w:szCs w:val="24"/>
        </w:rPr>
        <w:t xml:space="preserve"> в группу общеразвивающей направленности с ______________________20____года</w:t>
      </w: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С уставом ДОУ, осуществляющей образовательную деятельность по реализации общеобразовательной программе дошкольного образования реализуемой в ОУ озна</w:t>
      </w:r>
      <w:r>
        <w:rPr>
          <w:rFonts w:ascii="Times New Roman" w:hAnsi="Times New Roman" w:cs="Times New Roman"/>
          <w:sz w:val="24"/>
          <w:szCs w:val="24"/>
        </w:rPr>
        <w:t>комлен</w:t>
      </w: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Дата:_______________                                             Подпись__________________________</w:t>
      </w:r>
    </w:p>
    <w:p w:rsidR="00462B88" w:rsidRDefault="00462B88" w:rsidP="00EB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Даю согласие на обработку персональных данных моих и ребёнка</w:t>
      </w:r>
    </w:p>
    <w:p w:rsidR="00462B88" w:rsidRPr="004743E6" w:rsidRDefault="00462B88" w:rsidP="00EB16D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(Ф.И.О. ребёнка)</w:t>
      </w:r>
    </w:p>
    <w:p w:rsidR="00462B88" w:rsidRPr="004743E6" w:rsidRDefault="00462B88" w:rsidP="00EB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Дата:__________________                                       Подпись____________________________</w:t>
      </w:r>
    </w:p>
    <w:p w:rsidR="00462B88" w:rsidRPr="004743E6" w:rsidRDefault="00462B88" w:rsidP="00474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Даю согласие на обучение моего ребёнка</w:t>
      </w:r>
    </w:p>
    <w:p w:rsidR="00462B88" w:rsidRDefault="00462B88" w:rsidP="00474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</w:p>
    <w:p w:rsidR="00462B88" w:rsidRDefault="00462B88" w:rsidP="00474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по образовательной программе МДОУ «Ишеевский детский сад «Ромашка» на русском языке.</w:t>
      </w:r>
    </w:p>
    <w:p w:rsidR="00462B88" w:rsidRDefault="00462B88" w:rsidP="00474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2B88" w:rsidRPr="004743E6" w:rsidRDefault="00462B88" w:rsidP="00474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2B88" w:rsidRPr="00BD5B64" w:rsidRDefault="00462B88" w:rsidP="00BD5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3E6">
        <w:rPr>
          <w:rFonts w:ascii="Times New Roman" w:hAnsi="Times New Roman" w:cs="Times New Roman"/>
          <w:sz w:val="24"/>
          <w:szCs w:val="24"/>
        </w:rPr>
        <w:t>Дата:_________________                                    Подпись_________________________</w:t>
      </w:r>
    </w:p>
    <w:sectPr w:rsidR="00462B88" w:rsidRPr="00BD5B64" w:rsidSect="00964442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460"/>
    <w:rsid w:val="0013211C"/>
    <w:rsid w:val="0018146A"/>
    <w:rsid w:val="001C5460"/>
    <w:rsid w:val="003F7589"/>
    <w:rsid w:val="00462B88"/>
    <w:rsid w:val="004743E6"/>
    <w:rsid w:val="00553D7A"/>
    <w:rsid w:val="005824D7"/>
    <w:rsid w:val="00635626"/>
    <w:rsid w:val="00794B78"/>
    <w:rsid w:val="00863BBA"/>
    <w:rsid w:val="00964442"/>
    <w:rsid w:val="00986185"/>
    <w:rsid w:val="00986E30"/>
    <w:rsid w:val="009A02E4"/>
    <w:rsid w:val="00AE03E0"/>
    <w:rsid w:val="00BD5B64"/>
    <w:rsid w:val="00C114E8"/>
    <w:rsid w:val="00D5056B"/>
    <w:rsid w:val="00D629A8"/>
    <w:rsid w:val="00E06DEE"/>
    <w:rsid w:val="00E619F0"/>
    <w:rsid w:val="00EB16D5"/>
    <w:rsid w:val="00EB3C0C"/>
    <w:rsid w:val="00EC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58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54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374</Words>
  <Characters>2132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Romashka</cp:lastModifiedBy>
  <cp:revision>17</cp:revision>
  <cp:lastPrinted>2023-05-12T09:28:00Z</cp:lastPrinted>
  <dcterms:created xsi:type="dcterms:W3CDTF">2020-02-23T14:15:00Z</dcterms:created>
  <dcterms:modified xsi:type="dcterms:W3CDTF">2023-05-12T09:28:00Z</dcterms:modified>
</cp:coreProperties>
</file>